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A9A8E" w14:textId="543FA0E9" w:rsidR="00F41A06" w:rsidRPr="006E1B84" w:rsidRDefault="00D05B2E" w:rsidP="00DD72D5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Bilder </w:t>
      </w:r>
      <w:r w:rsidR="00F41A06">
        <w:rPr>
          <w:rFonts w:cs="Arial"/>
          <w:b/>
        </w:rPr>
        <w:t>Ausstellung „Stadt · Land · Berg“</w:t>
      </w:r>
    </w:p>
    <w:p w14:paraId="5869F951" w14:textId="1620CBB0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>© 2022 RGS/</w:t>
      </w:r>
      <w:proofErr w:type="spellStart"/>
      <w:r w:rsidRPr="006E1B84">
        <w:rPr>
          <w:rFonts w:cs="Arial"/>
          <w:sz w:val="22"/>
        </w:rPr>
        <w:t>Ghezzi</w:t>
      </w:r>
      <w:proofErr w:type="spellEnd"/>
    </w:p>
    <w:p w14:paraId="357E74FA" w14:textId="0332D1E5" w:rsidR="00F41A06" w:rsidRPr="006E1B84" w:rsidRDefault="00F41A06" w:rsidP="00DD72D5">
      <w:pPr>
        <w:spacing w:after="0" w:line="240" w:lineRule="auto"/>
        <w:rPr>
          <w:rFonts w:cs="Arial"/>
        </w:rPr>
      </w:pPr>
    </w:p>
    <w:p w14:paraId="4F5A6320" w14:textId="77777777" w:rsidR="00F41A06" w:rsidRPr="006E1B84" w:rsidRDefault="00F41A06" w:rsidP="00DD72D5">
      <w:pPr>
        <w:spacing w:after="0" w:line="240" w:lineRule="auto"/>
        <w:rPr>
          <w:rFonts w:cs="Arial"/>
          <w:sz w:val="22"/>
          <w:szCs w:val="24"/>
        </w:rPr>
      </w:pPr>
      <w:r w:rsidRPr="006E1B84">
        <w:rPr>
          <w:rFonts w:cs="Arial"/>
          <w:b/>
          <w:bCs/>
          <w:sz w:val="22"/>
          <w:szCs w:val="24"/>
        </w:rPr>
        <w:t>Friedrich LOOS (</w:t>
      </w:r>
      <w:r w:rsidRPr="006E1B84">
        <w:rPr>
          <w:rFonts w:cs="Arial"/>
          <w:sz w:val="22"/>
          <w:szCs w:val="24"/>
        </w:rPr>
        <w:t>1797–1890)</w:t>
      </w:r>
    </w:p>
    <w:p w14:paraId="5999A754" w14:textId="77777777" w:rsidR="00F41A06" w:rsidRPr="006E1B84" w:rsidRDefault="00F41A06" w:rsidP="00DD72D5">
      <w:pPr>
        <w:autoSpaceDE w:val="0"/>
        <w:autoSpaceDN w:val="0"/>
        <w:adjustRightInd w:val="0"/>
        <w:spacing w:after="0" w:line="240" w:lineRule="auto"/>
        <w:rPr>
          <w:rFonts w:cs="Arial"/>
          <w:sz w:val="22"/>
          <w:szCs w:val="24"/>
        </w:rPr>
      </w:pPr>
      <w:r w:rsidRPr="006E1B84">
        <w:rPr>
          <w:rFonts w:cs="Arial"/>
          <w:b/>
          <w:bCs/>
          <w:iCs/>
          <w:sz w:val="22"/>
          <w:szCs w:val="24"/>
        </w:rPr>
        <w:t xml:space="preserve">Der </w:t>
      </w:r>
      <w:proofErr w:type="spellStart"/>
      <w:r w:rsidRPr="006E1B84">
        <w:rPr>
          <w:rFonts w:cs="Arial"/>
          <w:b/>
          <w:bCs/>
          <w:iCs/>
          <w:sz w:val="22"/>
          <w:szCs w:val="24"/>
        </w:rPr>
        <w:t>Rudolfskai</w:t>
      </w:r>
      <w:proofErr w:type="spellEnd"/>
      <w:r w:rsidRPr="006E1B84">
        <w:rPr>
          <w:rFonts w:cs="Arial"/>
          <w:b/>
          <w:bCs/>
          <w:iCs/>
          <w:sz w:val="22"/>
          <w:szCs w:val="24"/>
        </w:rPr>
        <w:t xml:space="preserve"> in Salzburg</w:t>
      </w:r>
      <w:r w:rsidRPr="006E1B84">
        <w:rPr>
          <w:rFonts w:cs="Arial"/>
          <w:bCs/>
          <w:iCs/>
          <w:sz w:val="22"/>
          <w:szCs w:val="24"/>
        </w:rPr>
        <w:t xml:space="preserve">, </w:t>
      </w:r>
      <w:r w:rsidRPr="006E1B84">
        <w:rPr>
          <w:rFonts w:cs="Arial"/>
          <w:sz w:val="22"/>
          <w:szCs w:val="24"/>
        </w:rPr>
        <w:t>1835</w:t>
      </w:r>
    </w:p>
    <w:p w14:paraId="76B52026" w14:textId="77777777" w:rsidR="00F41A06" w:rsidRPr="006E1B84" w:rsidRDefault="00F41A06" w:rsidP="00DD72D5">
      <w:pPr>
        <w:spacing w:after="0" w:line="240" w:lineRule="auto"/>
        <w:rPr>
          <w:rFonts w:cs="Arial"/>
          <w:sz w:val="22"/>
          <w:szCs w:val="24"/>
        </w:rPr>
      </w:pPr>
      <w:r w:rsidRPr="006E1B84">
        <w:rPr>
          <w:rFonts w:cs="Arial"/>
          <w:sz w:val="22"/>
          <w:szCs w:val="24"/>
        </w:rPr>
        <w:t>Öl, Bleistift, Tusche/Papier, 34,5 x 53,5 cm</w:t>
      </w:r>
    </w:p>
    <w:p w14:paraId="1D9F3B75" w14:textId="77777777" w:rsidR="00F41A06" w:rsidRPr="006E1B84" w:rsidRDefault="00F41A06" w:rsidP="00DD72D5">
      <w:pPr>
        <w:spacing w:after="0" w:line="240" w:lineRule="auto"/>
        <w:rPr>
          <w:rFonts w:cs="Arial"/>
          <w:szCs w:val="24"/>
        </w:rPr>
      </w:pPr>
      <w:r w:rsidRPr="006E1B84">
        <w:rPr>
          <w:rFonts w:cs="Arial"/>
          <w:sz w:val="22"/>
          <w:szCs w:val="24"/>
        </w:rPr>
        <w:t xml:space="preserve">Residenzgalerie Salzburg, </w:t>
      </w:r>
      <w:proofErr w:type="spellStart"/>
      <w:r w:rsidRPr="006E1B84">
        <w:rPr>
          <w:rFonts w:cs="Arial"/>
          <w:sz w:val="22"/>
          <w:szCs w:val="24"/>
        </w:rPr>
        <w:t>Inv</w:t>
      </w:r>
      <w:proofErr w:type="spellEnd"/>
      <w:r w:rsidRPr="006E1B84">
        <w:rPr>
          <w:rFonts w:cs="Arial"/>
          <w:sz w:val="22"/>
          <w:szCs w:val="24"/>
        </w:rPr>
        <w:t>.-Nr. 486</w:t>
      </w:r>
    </w:p>
    <w:p w14:paraId="00B8AF7B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4830A919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0DD3EC64" w14:textId="77777777" w:rsidR="00F41A06" w:rsidRPr="006E1B84" w:rsidRDefault="00F41A06" w:rsidP="00DD72D5">
      <w:pPr>
        <w:spacing w:after="0" w:line="240" w:lineRule="auto"/>
        <w:rPr>
          <w:rFonts w:cs="Arial"/>
          <w:sz w:val="22"/>
          <w:lang w:val="en-GB"/>
        </w:rPr>
      </w:pPr>
      <w:r w:rsidRPr="006E1B84">
        <w:rPr>
          <w:rFonts w:cs="Arial"/>
          <w:b/>
          <w:sz w:val="22"/>
          <w:lang w:val="en-GB"/>
        </w:rPr>
        <w:t>Johann Anton CASTELL</w:t>
      </w:r>
      <w:r w:rsidRPr="006E1B84">
        <w:rPr>
          <w:rFonts w:cs="Arial"/>
          <w:sz w:val="22"/>
          <w:lang w:val="en-GB"/>
        </w:rPr>
        <w:t xml:space="preserve"> (1810–1867)</w:t>
      </w:r>
    </w:p>
    <w:p w14:paraId="16208223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b/>
          <w:sz w:val="22"/>
        </w:rPr>
        <w:t xml:space="preserve">Salzburger Ansicht von Maria </w:t>
      </w:r>
      <w:proofErr w:type="spellStart"/>
      <w:r w:rsidRPr="006E1B84">
        <w:rPr>
          <w:rFonts w:cs="Arial"/>
          <w:b/>
          <w:sz w:val="22"/>
        </w:rPr>
        <w:t>Plain</w:t>
      </w:r>
      <w:proofErr w:type="spellEnd"/>
      <w:r w:rsidRPr="006E1B84">
        <w:rPr>
          <w:rFonts w:cs="Arial"/>
          <w:sz w:val="22"/>
        </w:rPr>
        <w:t>, 1849</w:t>
      </w:r>
    </w:p>
    <w:p w14:paraId="782D28F7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>Öl/Leinwand, 79,5 x 110 cm</w:t>
      </w:r>
    </w:p>
    <w:p w14:paraId="77898B08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 xml:space="preserve">Residenzgalerie Salzburg, </w:t>
      </w:r>
      <w:proofErr w:type="spellStart"/>
      <w:r w:rsidRPr="006E1B84">
        <w:rPr>
          <w:rFonts w:cs="Arial"/>
          <w:sz w:val="22"/>
        </w:rPr>
        <w:t>Inv</w:t>
      </w:r>
      <w:proofErr w:type="spellEnd"/>
      <w:r w:rsidRPr="006E1B84">
        <w:rPr>
          <w:rFonts w:cs="Arial"/>
          <w:sz w:val="22"/>
        </w:rPr>
        <w:t>.-Nr. 8</w:t>
      </w:r>
    </w:p>
    <w:p w14:paraId="72A7A31F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2429C7C9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71E236AB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b/>
          <w:bCs/>
          <w:sz w:val="22"/>
        </w:rPr>
        <w:t xml:space="preserve">Johann Adam KLEIN </w:t>
      </w:r>
      <w:r w:rsidRPr="006E1B84">
        <w:rPr>
          <w:rFonts w:cs="Arial"/>
          <w:bCs/>
          <w:sz w:val="22"/>
        </w:rPr>
        <w:t>(</w:t>
      </w:r>
      <w:r w:rsidRPr="006E1B84">
        <w:rPr>
          <w:rFonts w:cs="Arial"/>
          <w:sz w:val="22"/>
        </w:rPr>
        <w:t>1792–1875)</w:t>
      </w:r>
    </w:p>
    <w:p w14:paraId="0E58375C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b/>
          <w:bCs/>
          <w:iCs/>
          <w:sz w:val="22"/>
        </w:rPr>
        <w:t>Jahrmarkt in Berchtesgaden</w:t>
      </w:r>
      <w:r w:rsidRPr="006E1B84">
        <w:rPr>
          <w:rFonts w:cs="Arial"/>
          <w:bCs/>
          <w:iCs/>
          <w:sz w:val="22"/>
        </w:rPr>
        <w:t xml:space="preserve">, </w:t>
      </w:r>
      <w:r w:rsidRPr="006E1B84">
        <w:rPr>
          <w:rFonts w:cs="Arial"/>
          <w:sz w:val="22"/>
        </w:rPr>
        <w:t>1830</w:t>
      </w:r>
    </w:p>
    <w:p w14:paraId="69507400" w14:textId="77777777" w:rsidR="00F41A06" w:rsidRPr="006E1B84" w:rsidRDefault="00F41A06" w:rsidP="00DD72D5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>Überzeichnung der Konturen in Tusche/graublaues Papier,</w:t>
      </w:r>
      <w:r w:rsidRPr="006E1B84">
        <w:rPr>
          <w:rFonts w:eastAsia="Times New Roman" w:cs="Arial"/>
          <w:sz w:val="22"/>
          <w:lang w:eastAsia="ko-KR"/>
        </w:rPr>
        <w:t xml:space="preserve"> </w:t>
      </w:r>
      <w:r w:rsidRPr="006E1B84">
        <w:rPr>
          <w:rFonts w:cs="Arial"/>
          <w:sz w:val="22"/>
        </w:rPr>
        <w:t>44,8 x 62,8 cm</w:t>
      </w:r>
    </w:p>
    <w:p w14:paraId="4E7F0AF3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 xml:space="preserve">Residenzgalerie Salzburg, </w:t>
      </w:r>
      <w:proofErr w:type="spellStart"/>
      <w:r w:rsidRPr="006E1B84">
        <w:rPr>
          <w:rFonts w:cs="Arial"/>
          <w:sz w:val="22"/>
        </w:rPr>
        <w:t>Inv</w:t>
      </w:r>
      <w:proofErr w:type="spellEnd"/>
      <w:r w:rsidRPr="006E1B84">
        <w:rPr>
          <w:rFonts w:cs="Arial"/>
          <w:sz w:val="22"/>
        </w:rPr>
        <w:t>.-Nr. 10</w:t>
      </w:r>
    </w:p>
    <w:p w14:paraId="7AD3FC24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317CF88D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2257FC49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b/>
          <w:bCs/>
          <w:sz w:val="22"/>
        </w:rPr>
        <w:t xml:space="preserve">Konrad SUPANCHICH </w:t>
      </w:r>
      <w:r w:rsidRPr="006E1B84">
        <w:rPr>
          <w:rFonts w:cs="Arial"/>
          <w:bCs/>
          <w:sz w:val="22"/>
        </w:rPr>
        <w:t>(</w:t>
      </w:r>
      <w:r w:rsidRPr="006E1B84">
        <w:rPr>
          <w:rFonts w:cs="Arial"/>
          <w:sz w:val="22"/>
        </w:rPr>
        <w:t>1858–1935)</w:t>
      </w:r>
    </w:p>
    <w:p w14:paraId="247645CD" w14:textId="77777777" w:rsidR="00F41A06" w:rsidRPr="006E1B84" w:rsidRDefault="00F41A06" w:rsidP="00DD72D5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Cs/>
          <w:sz w:val="22"/>
        </w:rPr>
      </w:pPr>
      <w:r w:rsidRPr="006E1B84">
        <w:rPr>
          <w:rFonts w:cs="Arial"/>
          <w:b/>
          <w:bCs/>
          <w:iCs/>
          <w:sz w:val="22"/>
        </w:rPr>
        <w:t xml:space="preserve">Ansicht vom </w:t>
      </w:r>
      <w:proofErr w:type="spellStart"/>
      <w:r w:rsidRPr="006E1B84">
        <w:rPr>
          <w:rFonts w:cs="Arial"/>
          <w:b/>
          <w:bCs/>
          <w:iCs/>
          <w:sz w:val="22"/>
        </w:rPr>
        <w:t>Neutor</w:t>
      </w:r>
      <w:proofErr w:type="spellEnd"/>
    </w:p>
    <w:p w14:paraId="686095AC" w14:textId="77777777" w:rsidR="00F41A06" w:rsidRPr="006E1B84" w:rsidRDefault="00F41A06" w:rsidP="00DD72D5">
      <w:pPr>
        <w:autoSpaceDE w:val="0"/>
        <w:autoSpaceDN w:val="0"/>
        <w:adjustRightInd w:val="0"/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>Aquarell über Graphit/Papier, 15,1 x 1</w:t>
      </w:r>
      <w:bookmarkStart w:id="0" w:name="_GoBack"/>
      <w:bookmarkEnd w:id="0"/>
      <w:r w:rsidRPr="006E1B84">
        <w:rPr>
          <w:rFonts w:cs="Arial"/>
          <w:sz w:val="22"/>
        </w:rPr>
        <w:t>4 cm</w:t>
      </w:r>
    </w:p>
    <w:p w14:paraId="5C5ADD45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 xml:space="preserve">Residenzgalerie Salzburg, </w:t>
      </w:r>
      <w:proofErr w:type="spellStart"/>
      <w:r w:rsidRPr="006E1B84">
        <w:rPr>
          <w:rFonts w:cs="Arial"/>
          <w:sz w:val="22"/>
        </w:rPr>
        <w:t>Inv</w:t>
      </w:r>
      <w:proofErr w:type="spellEnd"/>
      <w:r w:rsidRPr="006E1B84">
        <w:rPr>
          <w:rFonts w:cs="Arial"/>
          <w:sz w:val="22"/>
        </w:rPr>
        <w:t>.-Nr. 593</w:t>
      </w:r>
    </w:p>
    <w:p w14:paraId="24E78E96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6255E742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1495B5DB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b/>
          <w:bCs/>
          <w:sz w:val="22"/>
        </w:rPr>
        <w:t xml:space="preserve">Thomas ENDER </w:t>
      </w:r>
      <w:r w:rsidRPr="006E1B84">
        <w:rPr>
          <w:rFonts w:cs="Arial"/>
          <w:bCs/>
          <w:sz w:val="22"/>
        </w:rPr>
        <w:t>(</w:t>
      </w:r>
      <w:r w:rsidRPr="006E1B84">
        <w:rPr>
          <w:rFonts w:cs="Arial"/>
          <w:sz w:val="22"/>
        </w:rPr>
        <w:t>1793–1875)</w:t>
      </w:r>
    </w:p>
    <w:p w14:paraId="4E6E5518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b/>
          <w:bCs/>
          <w:iCs/>
          <w:sz w:val="22"/>
        </w:rPr>
        <w:t xml:space="preserve">Der Großglockner mit der </w:t>
      </w:r>
      <w:proofErr w:type="spellStart"/>
      <w:r w:rsidRPr="006E1B84">
        <w:rPr>
          <w:rFonts w:cs="Arial"/>
          <w:b/>
          <w:bCs/>
          <w:iCs/>
          <w:sz w:val="22"/>
        </w:rPr>
        <w:t>Pasterze</w:t>
      </w:r>
      <w:proofErr w:type="spellEnd"/>
      <w:r w:rsidRPr="006E1B84">
        <w:rPr>
          <w:rFonts w:cs="Arial"/>
          <w:bCs/>
          <w:iCs/>
          <w:sz w:val="22"/>
        </w:rPr>
        <w:t xml:space="preserve">, </w:t>
      </w:r>
      <w:r w:rsidRPr="006E1B84">
        <w:rPr>
          <w:rFonts w:cs="Arial"/>
          <w:sz w:val="22"/>
        </w:rPr>
        <w:t>um 1830</w:t>
      </w:r>
    </w:p>
    <w:p w14:paraId="79C35EF2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>Öl/Holz, 42,5 x 60,5 cm</w:t>
      </w:r>
    </w:p>
    <w:p w14:paraId="571E52F6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 xml:space="preserve">Residenzgalerie Salzburg, </w:t>
      </w:r>
      <w:proofErr w:type="spellStart"/>
      <w:r w:rsidRPr="006E1B84">
        <w:rPr>
          <w:rFonts w:cs="Arial"/>
          <w:sz w:val="22"/>
        </w:rPr>
        <w:t>Inv</w:t>
      </w:r>
      <w:proofErr w:type="spellEnd"/>
      <w:r w:rsidRPr="006E1B84">
        <w:rPr>
          <w:rFonts w:cs="Arial"/>
          <w:sz w:val="22"/>
        </w:rPr>
        <w:t>.-Nr. 592</w:t>
      </w:r>
    </w:p>
    <w:p w14:paraId="41619AAF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5877F3F4" w14:textId="77777777" w:rsidR="00F41A06" w:rsidRPr="00DD72D5" w:rsidRDefault="00F41A06" w:rsidP="00DD72D5">
      <w:pPr>
        <w:spacing w:after="0" w:line="240" w:lineRule="auto"/>
        <w:rPr>
          <w:rFonts w:cs="Arial"/>
          <w:sz w:val="16"/>
          <w:szCs w:val="16"/>
        </w:rPr>
      </w:pPr>
    </w:p>
    <w:p w14:paraId="0CD6C351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b/>
          <w:bCs/>
          <w:sz w:val="22"/>
        </w:rPr>
        <w:t>Anton HANSCH (</w:t>
      </w:r>
      <w:r w:rsidRPr="006E1B84">
        <w:rPr>
          <w:rFonts w:cs="Arial"/>
          <w:sz w:val="22"/>
        </w:rPr>
        <w:t>1813–1876)</w:t>
      </w:r>
    </w:p>
    <w:p w14:paraId="260FAE94" w14:textId="77777777" w:rsidR="00F41A06" w:rsidRPr="006E1B84" w:rsidRDefault="00F41A06" w:rsidP="00DD72D5">
      <w:pPr>
        <w:spacing w:after="0" w:line="240" w:lineRule="auto"/>
        <w:rPr>
          <w:rFonts w:cs="Arial"/>
          <w:b/>
          <w:bCs/>
          <w:iCs/>
          <w:sz w:val="22"/>
        </w:rPr>
      </w:pPr>
      <w:r w:rsidRPr="006E1B84">
        <w:rPr>
          <w:rFonts w:cs="Arial"/>
          <w:b/>
          <w:bCs/>
          <w:iCs/>
          <w:sz w:val="22"/>
        </w:rPr>
        <w:t>Am Königssee</w:t>
      </w:r>
    </w:p>
    <w:p w14:paraId="42A9276D" w14:textId="77777777" w:rsidR="00F41A06" w:rsidRPr="006E1B84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>Öl/Holz, 37 x 30,2 cm</w:t>
      </w:r>
    </w:p>
    <w:p w14:paraId="6B04B2F2" w14:textId="4B87C986" w:rsidR="00F1742D" w:rsidRDefault="00F41A06" w:rsidP="00DD72D5">
      <w:pPr>
        <w:spacing w:after="0" w:line="240" w:lineRule="auto"/>
        <w:rPr>
          <w:rFonts w:cs="Arial"/>
          <w:sz w:val="22"/>
        </w:rPr>
      </w:pPr>
      <w:r w:rsidRPr="006E1B84">
        <w:rPr>
          <w:rFonts w:cs="Arial"/>
          <w:sz w:val="22"/>
        </w:rPr>
        <w:t xml:space="preserve">Residenzgalerie Salzburg, </w:t>
      </w:r>
      <w:proofErr w:type="spellStart"/>
      <w:r w:rsidRPr="006E1B84">
        <w:rPr>
          <w:rFonts w:cs="Arial"/>
          <w:sz w:val="22"/>
        </w:rPr>
        <w:t>Inv</w:t>
      </w:r>
      <w:proofErr w:type="spellEnd"/>
      <w:r w:rsidRPr="006E1B84">
        <w:rPr>
          <w:rFonts w:cs="Arial"/>
          <w:sz w:val="22"/>
        </w:rPr>
        <w:t>.-Nr. 403</w:t>
      </w:r>
    </w:p>
    <w:p w14:paraId="334B09D9" w14:textId="47C201BF" w:rsidR="00DD72D5" w:rsidRPr="00DD72D5" w:rsidRDefault="00DD72D5" w:rsidP="00DD72D5">
      <w:pPr>
        <w:spacing w:after="0" w:line="240" w:lineRule="auto"/>
        <w:rPr>
          <w:rFonts w:cs="Arial"/>
          <w:sz w:val="16"/>
          <w:szCs w:val="16"/>
        </w:rPr>
      </w:pPr>
    </w:p>
    <w:p w14:paraId="78C9C8A9" w14:textId="77777777" w:rsidR="00DD72D5" w:rsidRPr="00DD72D5" w:rsidRDefault="00DD72D5" w:rsidP="00DD72D5">
      <w:pPr>
        <w:spacing w:after="0" w:line="240" w:lineRule="auto"/>
        <w:rPr>
          <w:rFonts w:cs="Arial"/>
          <w:sz w:val="16"/>
          <w:szCs w:val="16"/>
        </w:rPr>
      </w:pPr>
    </w:p>
    <w:p w14:paraId="19206FB6" w14:textId="783901EF" w:rsidR="00A938A2" w:rsidRPr="00A938A2" w:rsidRDefault="00A938A2" w:rsidP="003C335F">
      <w:pPr>
        <w:spacing w:after="0" w:line="240" w:lineRule="auto"/>
        <w:rPr>
          <w:sz w:val="22"/>
          <w:szCs w:val="22"/>
        </w:rPr>
      </w:pPr>
      <w:r w:rsidRPr="00A938A2">
        <w:rPr>
          <w:b/>
          <w:sz w:val="22"/>
          <w:szCs w:val="22"/>
        </w:rPr>
        <w:t>Wolfgang Richter</w:t>
      </w:r>
      <w:r>
        <w:rPr>
          <w:sz w:val="22"/>
          <w:szCs w:val="22"/>
        </w:rPr>
        <w:t xml:space="preserve"> (* 1953 </w:t>
      </w:r>
      <w:proofErr w:type="spellStart"/>
      <w:r>
        <w:rPr>
          <w:sz w:val="22"/>
          <w:szCs w:val="22"/>
        </w:rPr>
        <w:t>Zuchering</w:t>
      </w:r>
      <w:proofErr w:type="spellEnd"/>
      <w:r>
        <w:rPr>
          <w:sz w:val="22"/>
          <w:szCs w:val="22"/>
        </w:rPr>
        <w:t>/Ingolstadt)</w:t>
      </w:r>
      <w:r>
        <w:rPr>
          <w:sz w:val="22"/>
          <w:szCs w:val="22"/>
        </w:rPr>
        <w:br/>
      </w:r>
      <w:proofErr w:type="spellStart"/>
      <w:r w:rsidRPr="00A938A2">
        <w:rPr>
          <w:rFonts w:cs="Arial"/>
          <w:b/>
          <w:bCs/>
          <w:iCs/>
          <w:sz w:val="22"/>
        </w:rPr>
        <w:t>Cloudmountain</w:t>
      </w:r>
      <w:proofErr w:type="spellEnd"/>
      <w:r w:rsidRPr="00A938A2">
        <w:rPr>
          <w:rFonts w:cs="Arial"/>
          <w:b/>
          <w:bCs/>
          <w:iCs/>
          <w:sz w:val="22"/>
        </w:rPr>
        <w:t>,</w:t>
      </w:r>
      <w:r w:rsidRPr="00A938A2">
        <w:rPr>
          <w:i/>
          <w:iCs/>
          <w:sz w:val="22"/>
          <w:szCs w:val="22"/>
        </w:rPr>
        <w:t xml:space="preserve"> </w:t>
      </w:r>
      <w:r w:rsidR="00D05B2E">
        <w:rPr>
          <w:sz w:val="22"/>
          <w:szCs w:val="22"/>
        </w:rPr>
        <w:t>2016</w:t>
      </w:r>
      <w:r w:rsidR="00D05B2E">
        <w:rPr>
          <w:sz w:val="22"/>
          <w:szCs w:val="22"/>
        </w:rPr>
        <w:br/>
      </w:r>
      <w:r w:rsidRPr="00A938A2">
        <w:rPr>
          <w:sz w:val="22"/>
          <w:szCs w:val="22"/>
        </w:rPr>
        <w:t>Plastikfolie,</w:t>
      </w:r>
      <w:r>
        <w:rPr>
          <w:sz w:val="22"/>
          <w:szCs w:val="22"/>
        </w:rPr>
        <w:t xml:space="preserve"> Nylon, Blei</w:t>
      </w:r>
      <w:r>
        <w:rPr>
          <w:sz w:val="22"/>
          <w:szCs w:val="22"/>
        </w:rPr>
        <w:br/>
      </w:r>
      <w:r w:rsidRPr="00A938A2">
        <w:rPr>
          <w:sz w:val="22"/>
          <w:szCs w:val="22"/>
        </w:rPr>
        <w:t>Wolfgang Richter</w:t>
      </w:r>
      <w:r>
        <w:rPr>
          <w:sz w:val="22"/>
          <w:szCs w:val="22"/>
        </w:rPr>
        <w:t xml:space="preserve"> © Richter/</w:t>
      </w:r>
      <w:proofErr w:type="spellStart"/>
      <w:r w:rsidR="00541B48">
        <w:rPr>
          <w:sz w:val="22"/>
          <w:szCs w:val="22"/>
        </w:rPr>
        <w:t>Ghezzi</w:t>
      </w:r>
      <w:proofErr w:type="spellEnd"/>
    </w:p>
    <w:sectPr w:rsidR="00A938A2" w:rsidRPr="00A938A2" w:rsidSect="008B1416">
      <w:headerReference w:type="default" r:id="rId7"/>
      <w:pgSz w:w="11906" w:h="16838"/>
      <w:pgMar w:top="2269" w:right="1418" w:bottom="1560" w:left="241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085C4" w14:textId="77777777" w:rsidR="00E26655" w:rsidRDefault="00E26655">
      <w:pPr>
        <w:spacing w:line="240" w:lineRule="auto"/>
      </w:pPr>
      <w:r>
        <w:separator/>
      </w:r>
    </w:p>
  </w:endnote>
  <w:endnote w:type="continuationSeparator" w:id="0">
    <w:p w14:paraId="0273B178" w14:textId="77777777" w:rsidR="00E26655" w:rsidRDefault="00E266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ercu Pro">
    <w:panose1 w:val="020B0503050601040103"/>
    <w:charset w:val="00"/>
    <w:family w:val="swiss"/>
    <w:notTrueType/>
    <w:pitch w:val="variable"/>
    <w:sig w:usb0="000002C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olei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66CE9" w14:textId="77777777" w:rsidR="00E26655" w:rsidRDefault="00E26655">
      <w:pPr>
        <w:spacing w:line="240" w:lineRule="auto"/>
      </w:pPr>
      <w:r>
        <w:separator/>
      </w:r>
    </w:p>
  </w:footnote>
  <w:footnote w:type="continuationSeparator" w:id="0">
    <w:p w14:paraId="242BCD5F" w14:textId="77777777" w:rsidR="00E26655" w:rsidRDefault="00E266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47E082" w14:textId="77777777" w:rsidR="00FC5806" w:rsidRDefault="009F69F0" w:rsidP="00FC5806">
    <w:pPr>
      <w:pStyle w:val="Kopfzeile"/>
    </w:pPr>
    <w:r w:rsidRPr="005C0B20">
      <w:rPr>
        <w:noProof/>
        <w:sz w:val="16"/>
        <w:szCs w:val="16"/>
        <w:lang w:eastAsia="de-AT"/>
      </w:rPr>
      <w:drawing>
        <wp:anchor distT="0" distB="0" distL="114300" distR="114300" simplePos="0" relativeHeight="251659264" behindDoc="0" locked="0" layoutInCell="1" allowOverlap="1" wp14:anchorId="460ED0A3" wp14:editId="4166D4F5">
          <wp:simplePos x="0" y="0"/>
          <wp:positionH relativeFrom="leftMargin">
            <wp:posOffset>318770</wp:posOffset>
          </wp:positionH>
          <wp:positionV relativeFrom="topMargin">
            <wp:posOffset>357201</wp:posOffset>
          </wp:positionV>
          <wp:extent cx="2620645" cy="665480"/>
          <wp:effectExtent l="0" t="0" r="8255" b="1270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064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C0B20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1048962" wp14:editId="461727ED">
              <wp:simplePos x="0" y="0"/>
              <wp:positionH relativeFrom="leftMargin">
                <wp:posOffset>165735</wp:posOffset>
              </wp:positionH>
              <wp:positionV relativeFrom="page">
                <wp:posOffset>171781</wp:posOffset>
              </wp:positionV>
              <wp:extent cx="665480" cy="10363835"/>
              <wp:effectExtent l="0" t="0" r="127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480" cy="10363835"/>
                      </a:xfrm>
                      <a:prstGeom prst="rect">
                        <a:avLst/>
                      </a:prstGeom>
                      <a:solidFill>
                        <a:srgbClr val="B1D6E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6C876247" id="Rechteck 2" o:spid="_x0000_s1026" style="position:absolute;margin-left:13.05pt;margin-top:13.55pt;width:52.4pt;height:816.05pt;z-index:-25165516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" fillcolor="#b1d6e3" stroked="f" strokeweight="2pt"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16F09"/>
    <w:multiLevelType w:val="hybridMultilevel"/>
    <w:tmpl w:val="3F3C59B4"/>
    <w:lvl w:ilvl="0" w:tplc="C25019A6">
      <w:start w:val="2"/>
      <w:numFmt w:val="bullet"/>
      <w:lvlText w:val="-"/>
      <w:lvlJc w:val="left"/>
      <w:pPr>
        <w:ind w:left="1996" w:hanging="360"/>
      </w:pPr>
      <w:rPr>
        <w:rFonts w:ascii="Apercu Pro" w:eastAsiaTheme="minorHAnsi" w:hAnsi="Apercu Pro" w:cs="Times New Roman" w:hint="default"/>
      </w:rPr>
    </w:lvl>
    <w:lvl w:ilvl="1" w:tplc="0C0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0C7B7570"/>
    <w:multiLevelType w:val="hybridMultilevel"/>
    <w:tmpl w:val="EBCA444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41000"/>
    <w:multiLevelType w:val="hybridMultilevel"/>
    <w:tmpl w:val="29DC6C48"/>
    <w:lvl w:ilvl="0" w:tplc="AD08B5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B0996"/>
    <w:multiLevelType w:val="hybridMultilevel"/>
    <w:tmpl w:val="205CEF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C1E10"/>
    <w:multiLevelType w:val="hybridMultilevel"/>
    <w:tmpl w:val="2B7A30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77386E"/>
    <w:multiLevelType w:val="hybridMultilevel"/>
    <w:tmpl w:val="85688D0E"/>
    <w:lvl w:ilvl="0" w:tplc="4F8C0656">
      <w:start w:val="11"/>
      <w:numFmt w:val="bullet"/>
      <w:lvlText w:val="-"/>
      <w:lvlJc w:val="left"/>
      <w:pPr>
        <w:ind w:left="2055" w:hanging="360"/>
      </w:pPr>
      <w:rPr>
        <w:rFonts w:ascii="Times New Roman" w:eastAsia="Times New Roman" w:hAnsi="Times New Roman" w:cs="Times New Roman" w:hint="default"/>
        <w:i/>
      </w:rPr>
    </w:lvl>
    <w:lvl w:ilvl="1" w:tplc="0C07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6" w15:restartNumberingAfterBreak="0">
    <w:nsid w:val="168946CE"/>
    <w:multiLevelType w:val="hybridMultilevel"/>
    <w:tmpl w:val="047ED68C"/>
    <w:lvl w:ilvl="0" w:tplc="0C0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C330904"/>
    <w:multiLevelType w:val="hybridMultilevel"/>
    <w:tmpl w:val="26700E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E0342"/>
    <w:multiLevelType w:val="hybridMultilevel"/>
    <w:tmpl w:val="45FC4AFC"/>
    <w:lvl w:ilvl="0" w:tplc="0D8AA61E">
      <w:start w:val="1"/>
      <w:numFmt w:val="bullet"/>
      <w:lvlText w:val=""/>
      <w:lvlJc w:val="left"/>
      <w:pPr>
        <w:ind w:left="1996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ABB79FE"/>
    <w:multiLevelType w:val="multilevel"/>
    <w:tmpl w:val="A1328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2F508C"/>
    <w:multiLevelType w:val="hybridMultilevel"/>
    <w:tmpl w:val="B91637B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9E6BAB"/>
    <w:multiLevelType w:val="hybridMultilevel"/>
    <w:tmpl w:val="8F7636A6"/>
    <w:lvl w:ilvl="0" w:tplc="4EFEF8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16C03"/>
    <w:multiLevelType w:val="multilevel"/>
    <w:tmpl w:val="F5DCA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13134A"/>
    <w:multiLevelType w:val="hybridMultilevel"/>
    <w:tmpl w:val="762ABC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928D4"/>
    <w:multiLevelType w:val="multilevel"/>
    <w:tmpl w:val="F702B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7F08BD"/>
    <w:multiLevelType w:val="hybridMultilevel"/>
    <w:tmpl w:val="8EA837F2"/>
    <w:lvl w:ilvl="0" w:tplc="AD1CB48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51CA0"/>
    <w:multiLevelType w:val="hybridMultilevel"/>
    <w:tmpl w:val="02224EAA"/>
    <w:lvl w:ilvl="0" w:tplc="C25019A6">
      <w:start w:val="2"/>
      <w:numFmt w:val="bullet"/>
      <w:lvlText w:val="-"/>
      <w:lvlJc w:val="left"/>
      <w:pPr>
        <w:ind w:left="720" w:hanging="360"/>
      </w:pPr>
      <w:rPr>
        <w:rFonts w:ascii="Apercu Pro" w:eastAsiaTheme="minorHAnsi" w:hAnsi="Apercu Pro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927E9"/>
    <w:multiLevelType w:val="multilevel"/>
    <w:tmpl w:val="BDAE3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010BEF"/>
    <w:multiLevelType w:val="hybridMultilevel"/>
    <w:tmpl w:val="1848C55C"/>
    <w:lvl w:ilvl="0" w:tplc="C25019A6">
      <w:start w:val="2"/>
      <w:numFmt w:val="bullet"/>
      <w:lvlText w:val="-"/>
      <w:lvlJc w:val="left"/>
      <w:pPr>
        <w:ind w:left="1440" w:hanging="360"/>
      </w:pPr>
      <w:rPr>
        <w:rFonts w:ascii="Apercu Pro" w:eastAsiaTheme="minorHAnsi" w:hAnsi="Apercu Pro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FA1DE1"/>
    <w:multiLevelType w:val="hybridMultilevel"/>
    <w:tmpl w:val="E1B6C4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9E3846"/>
    <w:multiLevelType w:val="hybridMultilevel"/>
    <w:tmpl w:val="581CC396"/>
    <w:lvl w:ilvl="0" w:tplc="0C0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1" w15:restartNumberingAfterBreak="0">
    <w:nsid w:val="4E9C792F"/>
    <w:multiLevelType w:val="hybridMultilevel"/>
    <w:tmpl w:val="AC5244EE"/>
    <w:lvl w:ilvl="0" w:tplc="AD1CB48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BE4B50"/>
    <w:multiLevelType w:val="hybridMultilevel"/>
    <w:tmpl w:val="13AAC394"/>
    <w:lvl w:ilvl="0" w:tplc="0C07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23" w15:restartNumberingAfterBreak="0">
    <w:nsid w:val="50F3449C"/>
    <w:multiLevelType w:val="hybridMultilevel"/>
    <w:tmpl w:val="9ED0139E"/>
    <w:lvl w:ilvl="0" w:tplc="0C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2A96D9F"/>
    <w:multiLevelType w:val="hybridMultilevel"/>
    <w:tmpl w:val="0808793A"/>
    <w:lvl w:ilvl="0" w:tplc="025AB81E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Solei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5B15FF"/>
    <w:multiLevelType w:val="hybridMultilevel"/>
    <w:tmpl w:val="1598C096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C01E16"/>
    <w:multiLevelType w:val="hybridMultilevel"/>
    <w:tmpl w:val="FB162796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C54D3A"/>
    <w:multiLevelType w:val="multilevel"/>
    <w:tmpl w:val="DFCE6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D57B7B"/>
    <w:multiLevelType w:val="hybridMultilevel"/>
    <w:tmpl w:val="DA1CEB5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45086C"/>
    <w:multiLevelType w:val="hybridMultilevel"/>
    <w:tmpl w:val="7F50A21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9D662A"/>
    <w:multiLevelType w:val="hybridMultilevel"/>
    <w:tmpl w:val="54689BBA"/>
    <w:lvl w:ilvl="0" w:tplc="AD1CB48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331FB"/>
    <w:multiLevelType w:val="multilevel"/>
    <w:tmpl w:val="B8F29522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Theme="minorHAnsi" w:cstheme="minorBidi"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cstheme="minorBidi" w:hint="default"/>
        <w:color w:val="000000" w:themeColor="text1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cstheme="minorBidi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cstheme="minorBidi"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cstheme="minorBidi"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cstheme="minorBidi"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cstheme="minorBidi"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cstheme="minorBidi" w:hint="default"/>
        <w:color w:val="000000" w:themeColor="text1"/>
      </w:rPr>
    </w:lvl>
  </w:abstractNum>
  <w:abstractNum w:abstractNumId="32" w15:restartNumberingAfterBreak="0">
    <w:nsid w:val="64CA7736"/>
    <w:multiLevelType w:val="hybridMultilevel"/>
    <w:tmpl w:val="1DCA31C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001BC"/>
    <w:multiLevelType w:val="hybridMultilevel"/>
    <w:tmpl w:val="3B36E258"/>
    <w:lvl w:ilvl="0" w:tplc="73C6F3BC">
      <w:numFmt w:val="bullet"/>
      <w:lvlText w:val="-"/>
      <w:lvlJc w:val="left"/>
      <w:pPr>
        <w:ind w:left="1636" w:hanging="360"/>
      </w:pPr>
      <w:rPr>
        <w:rFonts w:ascii="Apercu Pro" w:eastAsiaTheme="minorHAnsi" w:hAnsi="Apercu Pro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4" w15:restartNumberingAfterBreak="0">
    <w:nsid w:val="6828165F"/>
    <w:multiLevelType w:val="hybridMultilevel"/>
    <w:tmpl w:val="DA1CED2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7E28E4"/>
    <w:multiLevelType w:val="multilevel"/>
    <w:tmpl w:val="E78A3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6A80727E"/>
    <w:multiLevelType w:val="hybridMultilevel"/>
    <w:tmpl w:val="1AF69C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9A32B6"/>
    <w:multiLevelType w:val="hybridMultilevel"/>
    <w:tmpl w:val="6E2E5E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C349EF"/>
    <w:multiLevelType w:val="hybridMultilevel"/>
    <w:tmpl w:val="978E8E0A"/>
    <w:lvl w:ilvl="0" w:tplc="0C07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9" w15:restartNumberingAfterBreak="0">
    <w:nsid w:val="793B1033"/>
    <w:multiLevelType w:val="hybridMultilevel"/>
    <w:tmpl w:val="F0AA63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76779"/>
    <w:multiLevelType w:val="hybridMultilevel"/>
    <w:tmpl w:val="DFBE26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A86418"/>
    <w:multiLevelType w:val="hybridMultilevel"/>
    <w:tmpl w:val="83CA5A8E"/>
    <w:lvl w:ilvl="0" w:tplc="0C07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2" w15:restartNumberingAfterBreak="0">
    <w:nsid w:val="7BF945DC"/>
    <w:multiLevelType w:val="hybridMultilevel"/>
    <w:tmpl w:val="83F244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D7EA9"/>
    <w:multiLevelType w:val="hybridMultilevel"/>
    <w:tmpl w:val="6714D652"/>
    <w:lvl w:ilvl="0" w:tplc="0C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8"/>
  </w:num>
  <w:num w:numId="3">
    <w:abstractNumId w:val="22"/>
  </w:num>
  <w:num w:numId="4">
    <w:abstractNumId w:val="0"/>
  </w:num>
  <w:num w:numId="5">
    <w:abstractNumId w:val="20"/>
  </w:num>
  <w:num w:numId="6">
    <w:abstractNumId w:val="6"/>
  </w:num>
  <w:num w:numId="7">
    <w:abstractNumId w:val="8"/>
  </w:num>
  <w:num w:numId="8">
    <w:abstractNumId w:val="41"/>
  </w:num>
  <w:num w:numId="9">
    <w:abstractNumId w:val="23"/>
  </w:num>
  <w:num w:numId="10">
    <w:abstractNumId w:val="36"/>
  </w:num>
  <w:num w:numId="11">
    <w:abstractNumId w:val="19"/>
  </w:num>
  <w:num w:numId="12">
    <w:abstractNumId w:val="13"/>
  </w:num>
  <w:num w:numId="13">
    <w:abstractNumId w:val="39"/>
  </w:num>
  <w:num w:numId="14">
    <w:abstractNumId w:val="42"/>
  </w:num>
  <w:num w:numId="15">
    <w:abstractNumId w:val="4"/>
  </w:num>
  <w:num w:numId="16">
    <w:abstractNumId w:val="29"/>
  </w:num>
  <w:num w:numId="17">
    <w:abstractNumId w:val="34"/>
  </w:num>
  <w:num w:numId="18">
    <w:abstractNumId w:val="35"/>
  </w:num>
  <w:num w:numId="19">
    <w:abstractNumId w:val="26"/>
  </w:num>
  <w:num w:numId="20">
    <w:abstractNumId w:val="43"/>
  </w:num>
  <w:num w:numId="21">
    <w:abstractNumId w:val="25"/>
  </w:num>
  <w:num w:numId="22">
    <w:abstractNumId w:val="32"/>
  </w:num>
  <w:num w:numId="23">
    <w:abstractNumId w:val="24"/>
  </w:num>
  <w:num w:numId="24">
    <w:abstractNumId w:val="28"/>
  </w:num>
  <w:num w:numId="25">
    <w:abstractNumId w:val="10"/>
  </w:num>
  <w:num w:numId="26">
    <w:abstractNumId w:val="2"/>
  </w:num>
  <w:num w:numId="27">
    <w:abstractNumId w:val="31"/>
  </w:num>
  <w:num w:numId="28">
    <w:abstractNumId w:val="16"/>
  </w:num>
  <w:num w:numId="29">
    <w:abstractNumId w:val="27"/>
  </w:num>
  <w:num w:numId="30">
    <w:abstractNumId w:val="12"/>
  </w:num>
  <w:num w:numId="31">
    <w:abstractNumId w:val="9"/>
  </w:num>
  <w:num w:numId="32">
    <w:abstractNumId w:val="14"/>
  </w:num>
  <w:num w:numId="33">
    <w:abstractNumId w:val="17"/>
  </w:num>
  <w:num w:numId="34">
    <w:abstractNumId w:val="1"/>
  </w:num>
  <w:num w:numId="35">
    <w:abstractNumId w:val="40"/>
  </w:num>
  <w:num w:numId="36">
    <w:abstractNumId w:val="7"/>
  </w:num>
  <w:num w:numId="37">
    <w:abstractNumId w:val="11"/>
  </w:num>
  <w:num w:numId="38">
    <w:abstractNumId w:val="18"/>
  </w:num>
  <w:num w:numId="39">
    <w:abstractNumId w:val="5"/>
  </w:num>
  <w:num w:numId="40">
    <w:abstractNumId w:val="3"/>
  </w:num>
  <w:num w:numId="41">
    <w:abstractNumId w:val="21"/>
  </w:num>
  <w:num w:numId="42">
    <w:abstractNumId w:val="30"/>
  </w:num>
  <w:num w:numId="43">
    <w:abstractNumId w:val="15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655"/>
    <w:rsid w:val="00001CF8"/>
    <w:rsid w:val="0000505B"/>
    <w:rsid w:val="00005FA3"/>
    <w:rsid w:val="0001052F"/>
    <w:rsid w:val="0001596E"/>
    <w:rsid w:val="000160A3"/>
    <w:rsid w:val="00017F0E"/>
    <w:rsid w:val="000202F6"/>
    <w:rsid w:val="00041293"/>
    <w:rsid w:val="000448B3"/>
    <w:rsid w:val="000552B3"/>
    <w:rsid w:val="00073657"/>
    <w:rsid w:val="00082C5E"/>
    <w:rsid w:val="00091600"/>
    <w:rsid w:val="00094899"/>
    <w:rsid w:val="000A315A"/>
    <w:rsid w:val="000B1DD0"/>
    <w:rsid w:val="000B3A6D"/>
    <w:rsid w:val="000C1941"/>
    <w:rsid w:val="000F5973"/>
    <w:rsid w:val="00102B37"/>
    <w:rsid w:val="00104ABD"/>
    <w:rsid w:val="00112DB0"/>
    <w:rsid w:val="00122A99"/>
    <w:rsid w:val="00123424"/>
    <w:rsid w:val="00136653"/>
    <w:rsid w:val="001463BE"/>
    <w:rsid w:val="00182E30"/>
    <w:rsid w:val="00196255"/>
    <w:rsid w:val="001B36B1"/>
    <w:rsid w:val="001B4EF0"/>
    <w:rsid w:val="001B7CF0"/>
    <w:rsid w:val="001F2E70"/>
    <w:rsid w:val="00225058"/>
    <w:rsid w:val="00242B8E"/>
    <w:rsid w:val="002464FD"/>
    <w:rsid w:val="00270E9C"/>
    <w:rsid w:val="00275B30"/>
    <w:rsid w:val="0029780E"/>
    <w:rsid w:val="002A540B"/>
    <w:rsid w:val="002B7A32"/>
    <w:rsid w:val="002D7274"/>
    <w:rsid w:val="002F1F06"/>
    <w:rsid w:val="00305962"/>
    <w:rsid w:val="003442A1"/>
    <w:rsid w:val="00344EDE"/>
    <w:rsid w:val="00346B2F"/>
    <w:rsid w:val="00346DF5"/>
    <w:rsid w:val="00351E97"/>
    <w:rsid w:val="00360417"/>
    <w:rsid w:val="003B0948"/>
    <w:rsid w:val="003C335F"/>
    <w:rsid w:val="003C3BD3"/>
    <w:rsid w:val="003C50AA"/>
    <w:rsid w:val="003D1ED2"/>
    <w:rsid w:val="003D4CA5"/>
    <w:rsid w:val="003E617E"/>
    <w:rsid w:val="00424454"/>
    <w:rsid w:val="00426324"/>
    <w:rsid w:val="00442D10"/>
    <w:rsid w:val="00451946"/>
    <w:rsid w:val="00456CF4"/>
    <w:rsid w:val="0045788C"/>
    <w:rsid w:val="00471E61"/>
    <w:rsid w:val="004911FA"/>
    <w:rsid w:val="00497073"/>
    <w:rsid w:val="004A30B2"/>
    <w:rsid w:val="004A57C9"/>
    <w:rsid w:val="004B0115"/>
    <w:rsid w:val="004B1CAC"/>
    <w:rsid w:val="004C57EB"/>
    <w:rsid w:val="004E4415"/>
    <w:rsid w:val="004F2936"/>
    <w:rsid w:val="0051327F"/>
    <w:rsid w:val="0051351F"/>
    <w:rsid w:val="00521894"/>
    <w:rsid w:val="00531E93"/>
    <w:rsid w:val="00541B48"/>
    <w:rsid w:val="00573E30"/>
    <w:rsid w:val="005913A7"/>
    <w:rsid w:val="005D019D"/>
    <w:rsid w:val="005D70C6"/>
    <w:rsid w:val="005F0774"/>
    <w:rsid w:val="005F4953"/>
    <w:rsid w:val="00625B9A"/>
    <w:rsid w:val="006408F3"/>
    <w:rsid w:val="00645260"/>
    <w:rsid w:val="00674EE3"/>
    <w:rsid w:val="006A3024"/>
    <w:rsid w:val="006A5813"/>
    <w:rsid w:val="006C6F55"/>
    <w:rsid w:val="006D5BB0"/>
    <w:rsid w:val="00755821"/>
    <w:rsid w:val="0076607C"/>
    <w:rsid w:val="00767CBD"/>
    <w:rsid w:val="007724E2"/>
    <w:rsid w:val="00787910"/>
    <w:rsid w:val="007942D6"/>
    <w:rsid w:val="00797900"/>
    <w:rsid w:val="007A119E"/>
    <w:rsid w:val="007C4BD0"/>
    <w:rsid w:val="007C7759"/>
    <w:rsid w:val="007D0052"/>
    <w:rsid w:val="007D0BAB"/>
    <w:rsid w:val="007D0E04"/>
    <w:rsid w:val="007D567B"/>
    <w:rsid w:val="007E0BBD"/>
    <w:rsid w:val="007E4AE8"/>
    <w:rsid w:val="007F6FB0"/>
    <w:rsid w:val="00815AA7"/>
    <w:rsid w:val="00825827"/>
    <w:rsid w:val="008417C4"/>
    <w:rsid w:val="00846F7D"/>
    <w:rsid w:val="008556F2"/>
    <w:rsid w:val="00863213"/>
    <w:rsid w:val="00867BE2"/>
    <w:rsid w:val="00890BD9"/>
    <w:rsid w:val="008A158B"/>
    <w:rsid w:val="008B1416"/>
    <w:rsid w:val="008B319E"/>
    <w:rsid w:val="00901578"/>
    <w:rsid w:val="0090792D"/>
    <w:rsid w:val="009103EF"/>
    <w:rsid w:val="00922DAB"/>
    <w:rsid w:val="0096595D"/>
    <w:rsid w:val="0098050C"/>
    <w:rsid w:val="00993F95"/>
    <w:rsid w:val="00996C30"/>
    <w:rsid w:val="009A3EBF"/>
    <w:rsid w:val="009A525B"/>
    <w:rsid w:val="009C5737"/>
    <w:rsid w:val="009D3909"/>
    <w:rsid w:val="009D7F1D"/>
    <w:rsid w:val="009E1F94"/>
    <w:rsid w:val="009E2975"/>
    <w:rsid w:val="009F69F0"/>
    <w:rsid w:val="00A42E55"/>
    <w:rsid w:val="00A53A47"/>
    <w:rsid w:val="00A6320B"/>
    <w:rsid w:val="00A767AF"/>
    <w:rsid w:val="00A81AFB"/>
    <w:rsid w:val="00A836D6"/>
    <w:rsid w:val="00A91842"/>
    <w:rsid w:val="00A938A2"/>
    <w:rsid w:val="00AA656A"/>
    <w:rsid w:val="00AA6EC5"/>
    <w:rsid w:val="00AA7CAD"/>
    <w:rsid w:val="00AC730A"/>
    <w:rsid w:val="00AD62D2"/>
    <w:rsid w:val="00AF1A05"/>
    <w:rsid w:val="00B12FBC"/>
    <w:rsid w:val="00B45415"/>
    <w:rsid w:val="00B549CE"/>
    <w:rsid w:val="00B80D43"/>
    <w:rsid w:val="00B85CDC"/>
    <w:rsid w:val="00BA5B4D"/>
    <w:rsid w:val="00BF0775"/>
    <w:rsid w:val="00BF510A"/>
    <w:rsid w:val="00C279C2"/>
    <w:rsid w:val="00C47E2B"/>
    <w:rsid w:val="00C53072"/>
    <w:rsid w:val="00C53BC7"/>
    <w:rsid w:val="00C77822"/>
    <w:rsid w:val="00C9373D"/>
    <w:rsid w:val="00C93AF0"/>
    <w:rsid w:val="00CA79CD"/>
    <w:rsid w:val="00CB0BD5"/>
    <w:rsid w:val="00CC2EE8"/>
    <w:rsid w:val="00CD4A2D"/>
    <w:rsid w:val="00CF2102"/>
    <w:rsid w:val="00D05B2E"/>
    <w:rsid w:val="00D07DE4"/>
    <w:rsid w:val="00D118BD"/>
    <w:rsid w:val="00D13BF5"/>
    <w:rsid w:val="00D20744"/>
    <w:rsid w:val="00D2219A"/>
    <w:rsid w:val="00D2452C"/>
    <w:rsid w:val="00D30201"/>
    <w:rsid w:val="00D519DF"/>
    <w:rsid w:val="00D55512"/>
    <w:rsid w:val="00D63D46"/>
    <w:rsid w:val="00D708F5"/>
    <w:rsid w:val="00D93A68"/>
    <w:rsid w:val="00D9484E"/>
    <w:rsid w:val="00DA779B"/>
    <w:rsid w:val="00DC3E81"/>
    <w:rsid w:val="00DC6E74"/>
    <w:rsid w:val="00DD087D"/>
    <w:rsid w:val="00DD72D5"/>
    <w:rsid w:val="00DE6133"/>
    <w:rsid w:val="00E03230"/>
    <w:rsid w:val="00E046A5"/>
    <w:rsid w:val="00E21EAA"/>
    <w:rsid w:val="00E26655"/>
    <w:rsid w:val="00E27158"/>
    <w:rsid w:val="00E2735A"/>
    <w:rsid w:val="00E428E0"/>
    <w:rsid w:val="00E50A98"/>
    <w:rsid w:val="00E55E59"/>
    <w:rsid w:val="00E707C0"/>
    <w:rsid w:val="00E75F52"/>
    <w:rsid w:val="00E82DB3"/>
    <w:rsid w:val="00E85E4B"/>
    <w:rsid w:val="00E86D48"/>
    <w:rsid w:val="00EA537C"/>
    <w:rsid w:val="00ED21B4"/>
    <w:rsid w:val="00EE39ED"/>
    <w:rsid w:val="00EE4F1F"/>
    <w:rsid w:val="00F03DCA"/>
    <w:rsid w:val="00F053ED"/>
    <w:rsid w:val="00F162A2"/>
    <w:rsid w:val="00F1742D"/>
    <w:rsid w:val="00F25D57"/>
    <w:rsid w:val="00F41A06"/>
    <w:rsid w:val="00F528C5"/>
    <w:rsid w:val="00F53D12"/>
    <w:rsid w:val="00F549FB"/>
    <w:rsid w:val="00F5515A"/>
    <w:rsid w:val="00F752F2"/>
    <w:rsid w:val="00F77D9F"/>
    <w:rsid w:val="00FA1211"/>
    <w:rsid w:val="00FA637D"/>
    <w:rsid w:val="00FC205A"/>
    <w:rsid w:val="00FC5806"/>
    <w:rsid w:val="00FD3CE1"/>
    <w:rsid w:val="00FE108A"/>
    <w:rsid w:val="00FF2C4F"/>
    <w:rsid w:val="00FF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64F8F4CB"/>
  <w15:chartTrackingRefBased/>
  <w15:docId w15:val="{2B2DF116-4F98-4CC0-ABB0-4D7961D6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E4F1F"/>
    <w:pPr>
      <w:spacing w:after="160" w:line="259" w:lineRule="auto"/>
    </w:pPr>
    <w:rPr>
      <w:rFonts w:ascii="Apercu Pro" w:hAnsi="Apercu Pro"/>
      <w:color w:val="000000" w:themeColor="text1"/>
      <w:sz w:val="28"/>
      <w:szCs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/>
      <w:outlineLvl w:val="0"/>
    </w:pPr>
    <w:rPr>
      <w:rFonts w:eastAsiaTheme="majorEastAsia" w:cstheme="majorBidi"/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200"/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Theme="majorEastAsia" w:hAnsi="Arial" w:cstheme="majorBidi"/>
      <w:b/>
      <w:bCs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i/>
      <w:iCs/>
      <w:spacing w:val="15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eastAsiaTheme="majorEastAsia" w:hAnsi="Arial" w:cstheme="majorBidi"/>
      <w:i/>
      <w:iCs/>
      <w:spacing w:val="1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="Arial" w:eastAsiaTheme="majorEastAsia" w:hAnsi="Arial" w:cstheme="majorBidi"/>
      <w:b/>
      <w:bCs/>
      <w:i/>
      <w:iCs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Theme="majorEastAsia" w:hAnsi="Arial" w:cstheme="majorBidi"/>
      <w:b/>
      <w:bCs/>
      <w:sz w:val="24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="Arial" w:eastAsiaTheme="majorEastAsia" w:hAnsi="Arial" w:cstheme="maj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24"/>
    </w:rPr>
  </w:style>
  <w:style w:type="character" w:styleId="Fett">
    <w:name w:val="Strong"/>
    <w:basedOn w:val="Absatz-Standardschriftart"/>
    <w:uiPriority w:val="22"/>
    <w:qFormat/>
    <w:rsid w:val="00A91842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A91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A91842"/>
    <w:rPr>
      <w:color w:val="0000FF"/>
      <w:u w:val="single"/>
    </w:rPr>
  </w:style>
  <w:style w:type="paragraph" w:customStyle="1" w:styleId="Default">
    <w:name w:val="Default"/>
    <w:rsid w:val="00EA53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613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6133"/>
    <w:rPr>
      <w:rFonts w:ascii="Segoe UI" w:hAnsi="Segoe UI" w:cs="Segoe UI"/>
      <w:sz w:val="18"/>
      <w:szCs w:val="18"/>
    </w:rPr>
  </w:style>
  <w:style w:type="character" w:customStyle="1" w:styleId="event-start-day">
    <w:name w:val="event-start-day"/>
    <w:basedOn w:val="Absatz-Standardschriftart"/>
    <w:rsid w:val="00A42E55"/>
  </w:style>
  <w:style w:type="character" w:customStyle="1" w:styleId="event-start">
    <w:name w:val="event-start"/>
    <w:basedOn w:val="Absatz-Standardschriftart"/>
    <w:rsid w:val="00A42E55"/>
  </w:style>
  <w:style w:type="character" w:customStyle="1" w:styleId="event-time">
    <w:name w:val="event-time"/>
    <w:basedOn w:val="Absatz-Standardschriftart"/>
    <w:rsid w:val="00A42E55"/>
  </w:style>
  <w:style w:type="paragraph" w:styleId="Beschriftung">
    <w:name w:val="caption"/>
    <w:basedOn w:val="Standard"/>
    <w:next w:val="Standard"/>
    <w:uiPriority w:val="35"/>
    <w:unhideWhenUsed/>
    <w:qFormat/>
    <w:rsid w:val="000B1DD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890BD9"/>
    <w:pPr>
      <w:spacing w:line="240" w:lineRule="auto"/>
      <w:ind w:left="720"/>
    </w:pPr>
    <w:rPr>
      <w:rFonts w:ascii="Calibri" w:hAnsi="Calibri" w:cs="Calibri"/>
      <w:sz w:val="22"/>
    </w:rPr>
  </w:style>
  <w:style w:type="character" w:styleId="Hervorhebung">
    <w:name w:val="Emphasis"/>
    <w:basedOn w:val="Absatz-Standardschriftart"/>
    <w:uiPriority w:val="20"/>
    <w:qFormat/>
    <w:rsid w:val="00E21E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579\2020010\msoffice\Domquartier_189\Vorlagen\Wordvorlage%20neues%20CI\DQ-Wordvorlage-fuer-Aktenvermerk-etc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DQ-Wordvorlage-fuer-Aktenvermerk-etc.dotx</Template>
  <TotalTime>0</TotalTime>
  <Pages>1</Pages>
  <Words>138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Salzburg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Aichner</dc:creator>
  <cp:keywords/>
  <dc:description/>
  <cp:lastModifiedBy>Sabine Krohn</cp:lastModifiedBy>
  <cp:revision>35</cp:revision>
  <cp:lastPrinted>2021-12-16T13:46:00Z</cp:lastPrinted>
  <dcterms:created xsi:type="dcterms:W3CDTF">2021-10-19T17:01:00Z</dcterms:created>
  <dcterms:modified xsi:type="dcterms:W3CDTF">2022-07-27T13:58:00Z</dcterms:modified>
</cp:coreProperties>
</file>